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A221E-316B-4E0E-8CC3-60929A86A9A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